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2390140</wp:posOffset>
            </wp:positionH>
            <wp:positionV relativeFrom="paragraph">
              <wp:posOffset>2181860</wp:posOffset>
            </wp:positionV>
            <wp:extent cx="1919605" cy="3474085"/>
            <wp:effectExtent l="0" t="0" r="0" b="0"/>
            <wp:wrapNone/>
            <wp:docPr id="4" name="图片 4" descr="简历文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简历文字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19605" cy="3474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2565400</wp:posOffset>
                </wp:positionH>
                <wp:positionV relativeFrom="paragraph">
                  <wp:posOffset>6068695</wp:posOffset>
                </wp:positionV>
                <wp:extent cx="1612900" cy="41910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022600" y="6659245"/>
                          <a:ext cx="16129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2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4"/>
                                <w:lang w:val="en-US" w:eastAsia="zh-CN"/>
                              </w:rPr>
                              <w:t>求职意向：新媒体运营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2pt;margin-top:477.85pt;height:33pt;width:127pt;z-index:251660288;mso-width-relative:page;mso-height-relative:page;" filled="f" stroked="f" coordsize="21600,21600" o:gfxdata="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GJ4Vz3AAAAAwBAAAPAAAAAAAAAAEAIAAAACIAAABkcnMvZG93bnJldi54bWxQSwEC&#10;FAAUAAAACACHTuJAfKpv4CkCAAAkBAAADgAAAAAAAAABACAAAAArAQAAZHJzL2Uyb0RvYy54bWxQ&#10;SwUGAAAAAAYABgBZAQAAx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2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4"/>
                          <w:lang w:val="en-US" w:eastAsia="zh-CN"/>
                        </w:rPr>
                        <w:t>求职意向：新媒体运营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2649855</wp:posOffset>
                </wp:positionH>
                <wp:positionV relativeFrom="paragraph">
                  <wp:posOffset>5530850</wp:posOffset>
                </wp:positionV>
                <wp:extent cx="1346200" cy="67119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79065" y="5988050"/>
                          <a:ext cx="1346200" cy="671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方正正中黑简体" w:hAnsi="方正正中黑简体" w:eastAsia="方正正中黑简体" w:cs="方正正中黑简体"/>
                                <w:b w:val="0"/>
                                <w:bCs w:val="0"/>
                                <w:sz w:val="52"/>
                                <w:szCs w:val="5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正中黑简体" w:hAnsi="方正正中黑简体" w:eastAsia="方正正中黑简体" w:cs="方正正中黑简体"/>
                                <w:b w:val="0"/>
                                <w:bCs w:val="0"/>
                                <w:sz w:val="52"/>
                                <w:szCs w:val="56"/>
                                <w:lang w:val="en-US" w:eastAsia="zh-CN"/>
                              </w:rPr>
                              <w:t>幸运日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8.65pt;margin-top:435.5pt;height:52.85pt;width:106pt;z-index:251659264;mso-width-relative:page;mso-height-relative:page;" filled="f" stroked="f" coordsize="21600,21600" o:gfxdata="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agXDc3AAAAAsBAAAPAAAAAAAAAAEAIAAAACIAAABkcnMvZG93bnJldi54bWxQSwEC&#10;FAAUAAAACACHTuJAVLFdKykCAAAkBAAADgAAAAAAAAABACAAAAArAQAAZHJzL2Uyb0RvYy54bWxQ&#10;SwUGAAAAAAYABgBZAQAAx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方正正中黑简体" w:hAnsi="方正正中黑简体" w:eastAsia="方正正中黑简体" w:cs="方正正中黑简体"/>
                          <w:b w:val="0"/>
                          <w:bCs w:val="0"/>
                          <w:sz w:val="52"/>
                          <w:szCs w:val="56"/>
                          <w:lang w:val="en-US" w:eastAsia="zh-CN"/>
                        </w:rPr>
                      </w:pPr>
                      <w:r>
                        <w:rPr>
                          <w:rFonts w:hint="eastAsia" w:ascii="方正正中黑简体" w:hAnsi="方正正中黑简体" w:eastAsia="方正正中黑简体" w:cs="方正正中黑简体"/>
                          <w:b w:val="0"/>
                          <w:bCs w:val="0"/>
                          <w:sz w:val="52"/>
                          <w:szCs w:val="56"/>
                          <w:lang w:val="en-US" w:eastAsia="zh-CN"/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-455930</wp:posOffset>
            </wp:positionH>
            <wp:positionV relativeFrom="page">
              <wp:posOffset>-3810</wp:posOffset>
            </wp:positionV>
            <wp:extent cx="7564755" cy="10689590"/>
            <wp:effectExtent l="0" t="0" r="17145" b="16510"/>
            <wp:wrapNone/>
            <wp:docPr id="1" name="图片 1" descr="D:\单页简历模板\稳重\0000000.jpg000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单页简历模板\稳重\0000000.jpg0000000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4755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正中黑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E0C056B"/>
    <w:rsid w:val="001B33C1"/>
    <w:rsid w:val="002B039A"/>
    <w:rsid w:val="002C0B2A"/>
    <w:rsid w:val="007B1BAD"/>
    <w:rsid w:val="00884269"/>
    <w:rsid w:val="00A9444C"/>
    <w:rsid w:val="04C45E0B"/>
    <w:rsid w:val="13600F91"/>
    <w:rsid w:val="1BBE0B6D"/>
    <w:rsid w:val="382C77AC"/>
    <w:rsid w:val="54AB5E3E"/>
    <w:rsid w:val="5C722A8F"/>
    <w:rsid w:val="5F0D13AE"/>
    <w:rsid w:val="6E0C056B"/>
    <w:rsid w:val="7B7C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\AppData\Roaming\kingsoft\office6\templates\download\&#40664;&#35748;\&#21019;&#24847;&#31616;&#21382;&#23553;&#38754;JF0010B.docx" TargetMode="External"/></Relationships>
</file>

<file path=word/theme/theme1.xml><?xml version="1.0" encoding="utf-8"?>
<a:theme xmlns:a="http://schemas.openxmlformats.org/drawingml/2006/main" name="Office 主题">
  <a:themeElements>
    <a:clrScheme name="自定义 1">
      <a:dk1>
        <a:srgbClr val="000000"/>
      </a:dk1>
      <a:lt1>
        <a:sysClr val="window" lastClr="FFFFFF"/>
      </a:lt1>
      <a:dk2>
        <a:srgbClr val="32AEFE"/>
      </a:dk2>
      <a:lt2>
        <a:srgbClr val="788094"/>
      </a:lt2>
      <a:accent1>
        <a:srgbClr val="9F8D4B"/>
      </a:accent1>
      <a:accent2>
        <a:srgbClr val="F75A53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自定义 1">
      <a:majorFont>
        <a:latin typeface="Arial Unicode MS"/>
        <a:ea typeface="微软雅黑"/>
        <a:cs typeface=""/>
      </a:majorFont>
      <a:minorFont>
        <a:latin typeface="Arial Unicode MS"/>
        <a:ea typeface="微软雅黑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创意简历封面JF0010B.docx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2017-07-22T13:29:00Z</dcterms:created>
  <dc:creator>S</dc:creator>
  <cp:lastModifiedBy>WPS_1528193819</cp:lastModifiedBy>
  <dcterms:modified xsi:type="dcterms:W3CDTF">2018-07-26T06:14:23Z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